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60C2F87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C329AB" w:rsidRPr="00A517E7">
        <w:rPr>
          <w:rFonts w:ascii="Verdana" w:hAnsi="Verdana"/>
          <w:b/>
        </w:rPr>
        <w:t>„</w:t>
      </w:r>
      <w:r w:rsidR="00C329AB" w:rsidRPr="00FB52C7">
        <w:rPr>
          <w:rFonts w:ascii="Verdana" w:hAnsi="Verdana"/>
          <w:b/>
          <w:bCs/>
        </w:rPr>
        <w:t>Provoz PZTS provozních objektů v obvodu OŘ Ostrava 2025-28</w:t>
      </w:r>
      <w:r w:rsidR="00C329AB">
        <w:rPr>
          <w:rFonts w:ascii="Verdana" w:hAnsi="Verdana"/>
          <w:b/>
        </w:rPr>
        <w:t>“</w:t>
      </w:r>
      <w:r w:rsidR="00C329AB" w:rsidRPr="007477BB">
        <w:rPr>
          <w:rFonts w:ascii="Verdana" w:hAnsi="Verdana"/>
          <w:bCs/>
        </w:rPr>
        <w:t>,</w:t>
      </w:r>
      <w:r w:rsidR="00C329AB" w:rsidRPr="00CA26A7">
        <w:rPr>
          <w:rFonts w:ascii="Verdana" w:hAnsi="Verdana"/>
          <w:b/>
        </w:rPr>
        <w:t xml:space="preserve"> </w:t>
      </w:r>
      <w:r w:rsidR="00C329AB" w:rsidRPr="003A4B47">
        <w:rPr>
          <w:rFonts w:ascii="Verdana" w:hAnsi="Verdana"/>
        </w:rPr>
        <w:t xml:space="preserve">č.j. </w:t>
      </w:r>
      <w:r w:rsidR="00C329AB">
        <w:rPr>
          <w:rFonts w:ascii="Verdana" w:hAnsi="Verdana"/>
        </w:rPr>
        <w:t>35987</w:t>
      </w:r>
      <w:r w:rsidR="00C329AB" w:rsidRPr="00E129BC">
        <w:rPr>
          <w:rFonts w:ascii="Verdana" w:hAnsi="Verdana"/>
        </w:rPr>
        <w:t>/2025-SŽ-OŘ OVA-NPI</w:t>
      </w:r>
      <w:bookmarkEnd w:id="0"/>
      <w:r w:rsidR="00C329AB" w:rsidRPr="00F3107E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329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329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329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33463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F53A5"/>
    <w:rsid w:val="00390121"/>
    <w:rsid w:val="0049171C"/>
    <w:rsid w:val="004C2052"/>
    <w:rsid w:val="004F0595"/>
    <w:rsid w:val="005F595B"/>
    <w:rsid w:val="00710200"/>
    <w:rsid w:val="0087094D"/>
    <w:rsid w:val="009038E8"/>
    <w:rsid w:val="00AC1589"/>
    <w:rsid w:val="00B72819"/>
    <w:rsid w:val="00B80B0A"/>
    <w:rsid w:val="00BE31C7"/>
    <w:rsid w:val="00C1623F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20</cp:revision>
  <cp:lastPrinted>2017-11-28T17:18:00Z</cp:lastPrinted>
  <dcterms:created xsi:type="dcterms:W3CDTF">2023-11-16T10:29:00Z</dcterms:created>
  <dcterms:modified xsi:type="dcterms:W3CDTF">2025-09-18T07:32:00Z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